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616C63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616C63">
      <w:pPr>
        <w:pStyle w:val="Zkladntext-sted"/>
      </w:pPr>
    </w:p>
    <w:p w14:paraId="05A0EC8C" w14:textId="77777777" w:rsidR="009910E5" w:rsidRDefault="009910E5" w:rsidP="00616C63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616C63">
      <w:pPr>
        <w:pStyle w:val="Zkladntextodsazen2"/>
      </w:pPr>
    </w:p>
    <w:p w14:paraId="41974FBF" w14:textId="77777777" w:rsidR="00A56A3F" w:rsidRDefault="00A56A3F" w:rsidP="00616C63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616C63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45035859" w14:textId="77777777" w:rsidR="00A56A3F" w:rsidRDefault="00A56A3F" w:rsidP="00616C63">
      <w:pPr>
        <w:pStyle w:val="Nadpis1"/>
      </w:pPr>
      <w:r>
        <w:t>Smluvní strany</w:t>
      </w:r>
    </w:p>
    <w:p w14:paraId="2C613210" w14:textId="77777777" w:rsidR="00AF4B0B" w:rsidRPr="005763F3" w:rsidRDefault="00AF4B0B" w:rsidP="00616C63">
      <w:pPr>
        <w:pStyle w:val="Nadpis2"/>
      </w:pPr>
      <w:r w:rsidRPr="005763F3">
        <w:t>Objednatel:</w:t>
      </w:r>
    </w:p>
    <w:p w14:paraId="27CA6096" w14:textId="77777777" w:rsidR="00AF4B0B" w:rsidRDefault="00AF4B0B" w:rsidP="00616C6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616C6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616C6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616C6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616C63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616C63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616C63">
      <w:pPr>
        <w:pStyle w:val="Zkladntextodsazen2"/>
      </w:pPr>
      <w:r>
        <w:t xml:space="preserve">  </w:t>
      </w:r>
    </w:p>
    <w:p w14:paraId="2F88F59D" w14:textId="77777777" w:rsidR="00AF4B0B" w:rsidRDefault="00AF4B0B" w:rsidP="00616C6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616C6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616C6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616C63">
      <w:pPr>
        <w:pStyle w:val="Zkladntextodsazen2"/>
      </w:pPr>
    </w:p>
    <w:p w14:paraId="434CA757" w14:textId="77777777" w:rsidR="00AF4B0B" w:rsidRPr="005763F3" w:rsidRDefault="00AF4B0B" w:rsidP="00616C63">
      <w:pPr>
        <w:pStyle w:val="Nadpis2"/>
      </w:pPr>
      <w:r w:rsidRPr="005763F3">
        <w:lastRenderedPageBreak/>
        <w:t>Zhotovitel:</w:t>
      </w:r>
    </w:p>
    <w:p w14:paraId="6EBC9D5A" w14:textId="77777777" w:rsidR="00AF4B0B" w:rsidRDefault="00AF4B0B" w:rsidP="00616C63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54ED8359" w14:textId="77777777" w:rsidR="00AF4B0B" w:rsidRDefault="00AF4B0B" w:rsidP="00616C63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36D4DEB3" w14:textId="77777777" w:rsidR="00AF4B0B" w:rsidRDefault="00AF4B0B" w:rsidP="00616C63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1F704C0D" w14:textId="77777777" w:rsidR="00AF4B0B" w:rsidRDefault="000A4AA0" w:rsidP="00616C63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616C63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68CDDF20" w14:textId="77777777" w:rsidR="00D14E79" w:rsidRDefault="00AF4B0B" w:rsidP="00616C63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3CF5C77C" w14:textId="77777777" w:rsidR="00E011C5" w:rsidRDefault="003103DE" w:rsidP="00616C63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3BF2B95D" w14:textId="77777777" w:rsidR="00D14E79" w:rsidRDefault="00D14E79" w:rsidP="00616C63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9BDEC0A" w14:textId="77777777" w:rsidR="00AF4B0B" w:rsidRDefault="00AF4B0B" w:rsidP="00616C63">
      <w:pPr>
        <w:pStyle w:val="Zkladntextodsazen2"/>
      </w:pPr>
      <w:r>
        <w:tab/>
      </w:r>
    </w:p>
    <w:p w14:paraId="361531DF" w14:textId="77777777" w:rsidR="00AF4B0B" w:rsidRDefault="00AF4B0B" w:rsidP="00616C63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6627039D" w14:textId="77777777" w:rsidR="00E011C5" w:rsidRPr="00E011C5" w:rsidRDefault="00AF4B0B" w:rsidP="00616C63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01C28271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E12EBD0" w14:textId="77777777" w:rsidR="00AF4B0B" w:rsidRDefault="00AF4B0B" w:rsidP="00616C63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56ED5E55" w14:textId="77777777" w:rsidR="00BD1AC5" w:rsidRDefault="00BD1AC5" w:rsidP="00616C63">
      <w:pPr>
        <w:pStyle w:val="Zkladntextodsazen2"/>
      </w:pPr>
    </w:p>
    <w:p w14:paraId="6B48D691" w14:textId="77777777" w:rsidR="00BD1AC5" w:rsidRDefault="00BD1AC5" w:rsidP="00616C63">
      <w:pPr>
        <w:pStyle w:val="Zkladntextodsazen2"/>
      </w:pPr>
    </w:p>
    <w:p w14:paraId="645C63E5" w14:textId="77777777" w:rsidR="002F2592" w:rsidRPr="005763F3" w:rsidRDefault="002F2592" w:rsidP="00616C63">
      <w:pPr>
        <w:pStyle w:val="Nadpis2"/>
      </w:pPr>
      <w:r>
        <w:t>Identifikační údaje stavby</w:t>
      </w:r>
    </w:p>
    <w:p w14:paraId="477145B2" w14:textId="77777777" w:rsidR="002F2592" w:rsidRDefault="002F2592" w:rsidP="00616C63">
      <w:pPr>
        <w:pStyle w:val="Zkladntextodsazen2"/>
      </w:pPr>
    </w:p>
    <w:p w14:paraId="73D9296B" w14:textId="7349C619" w:rsidR="00DD70FD" w:rsidRPr="00064C3C" w:rsidRDefault="002F2592" w:rsidP="00DD70FD">
      <w:pPr>
        <w:pStyle w:val="Zkladntextodsazen2"/>
        <w:rPr>
          <w:b/>
          <w:lang w:val="cs-CZ"/>
        </w:rPr>
      </w:pPr>
      <w:r w:rsidRPr="00B643D3">
        <w:t>Název veřejné zakázky:</w:t>
      </w:r>
      <w:r w:rsidRPr="00B643D3">
        <w:tab/>
      </w:r>
      <w:r w:rsidR="00DD70FD" w:rsidRPr="00DD70FD">
        <w:rPr>
          <w:b/>
        </w:rPr>
        <w:t xml:space="preserve">MŠ </w:t>
      </w:r>
      <w:r w:rsidR="00064C3C">
        <w:rPr>
          <w:b/>
          <w:lang w:val="cs-CZ"/>
        </w:rPr>
        <w:t>Těšov</w:t>
      </w:r>
      <w:r w:rsidR="00DD70FD" w:rsidRPr="00DD70FD">
        <w:rPr>
          <w:b/>
        </w:rPr>
        <w:t xml:space="preserve"> – rekonstrukce </w:t>
      </w:r>
      <w:r w:rsidR="00064C3C">
        <w:rPr>
          <w:b/>
          <w:lang w:val="cs-CZ"/>
        </w:rPr>
        <w:t>kotelny</w:t>
      </w:r>
    </w:p>
    <w:p w14:paraId="6D16ED19" w14:textId="5E8E8EB3" w:rsidR="00DD70FD" w:rsidRPr="00DD70FD" w:rsidRDefault="00DD70FD" w:rsidP="00DD70FD">
      <w:pPr>
        <w:pStyle w:val="Zkladntextodsazen2"/>
        <w:rPr>
          <w:b/>
        </w:rPr>
      </w:pPr>
      <w:r w:rsidRPr="00DD70FD">
        <w:rPr>
          <w:b/>
        </w:rPr>
        <w:tab/>
      </w:r>
      <w:r w:rsidRPr="00DD70FD">
        <w:rPr>
          <w:b/>
        </w:rPr>
        <w:tab/>
      </w:r>
      <w:r w:rsidRPr="00DD70FD">
        <w:rPr>
          <w:b/>
        </w:rPr>
        <w:tab/>
      </w:r>
    </w:p>
    <w:p w14:paraId="0AAD111D" w14:textId="4CEB2437" w:rsidR="002F2592" w:rsidRPr="00B643D3" w:rsidRDefault="002F2592" w:rsidP="00616C63">
      <w:pPr>
        <w:pStyle w:val="Zkladntextodsazen2"/>
      </w:pPr>
    </w:p>
    <w:p w14:paraId="2C764646" w14:textId="77777777" w:rsidR="002F2592" w:rsidRPr="00B643D3" w:rsidRDefault="002F2592" w:rsidP="00616C63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5072C2DF" w14:textId="3BC2DC94" w:rsidR="002F2592" w:rsidRPr="002F2592" w:rsidRDefault="002F2592" w:rsidP="00616C63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111A81">
        <w:t>Školní 130</w:t>
      </w:r>
      <w:r w:rsidR="00111A81" w:rsidRPr="0056396C">
        <w:rPr>
          <w:rFonts w:cs="Arial"/>
        </w:rPr>
        <w:t xml:space="preserve">, </w:t>
      </w:r>
      <w:r w:rsidR="00111A81">
        <w:rPr>
          <w:rFonts w:cs="Arial"/>
          <w:lang w:val="cs-CZ"/>
        </w:rPr>
        <w:t xml:space="preserve">688 01 </w:t>
      </w:r>
      <w:r w:rsidR="00111A81" w:rsidRPr="0056396C">
        <w:rPr>
          <w:rFonts w:cs="Arial"/>
        </w:rPr>
        <w:t>Uherský Brod-</w:t>
      </w:r>
      <w:r w:rsidR="00111A81">
        <w:rPr>
          <w:rFonts w:cs="Arial"/>
        </w:rPr>
        <w:t>Těšov</w:t>
      </w:r>
    </w:p>
    <w:p w14:paraId="5DAABDE0" w14:textId="77777777" w:rsidR="002F2592" w:rsidRPr="00B643D3" w:rsidRDefault="002F2592" w:rsidP="00616C63">
      <w:pPr>
        <w:pStyle w:val="Zkladntextodsazen2"/>
      </w:pPr>
    </w:p>
    <w:p w14:paraId="2327C03A" w14:textId="460B3CD4" w:rsidR="00111A81" w:rsidRDefault="002F2592" w:rsidP="00111A81">
      <w:pPr>
        <w:pStyle w:val="Zkladntextodsazen2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111A81" w:rsidRPr="00FF26FC">
        <w:t>PassiveArchitecture s.r.o.</w:t>
      </w:r>
      <w:r w:rsidR="00111A81">
        <w:t xml:space="preserve">, </w:t>
      </w:r>
      <w:r w:rsidR="00111A81">
        <w:rPr>
          <w:lang w:val="cs-CZ"/>
        </w:rPr>
        <w:t xml:space="preserve">Nardenská 141, </w:t>
      </w:r>
      <w:r w:rsidR="00111A81">
        <w:t>Uherský Brod,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26753062" w:rsidR="002F2592" w:rsidRPr="00B643D3" w:rsidRDefault="00111A81" w:rsidP="00111A81">
      <w:pPr>
        <w:pStyle w:val="Zkladntextodsazen2"/>
      </w:pPr>
      <w:r>
        <w:tab/>
      </w:r>
      <w:r>
        <w:tab/>
      </w:r>
      <w:r>
        <w:tab/>
      </w:r>
      <w:r w:rsidRPr="00FF26FC">
        <w:t xml:space="preserve">IČ </w:t>
      </w:r>
      <w:r>
        <w:t>04533127</w:t>
      </w:r>
    </w:p>
    <w:p w14:paraId="2D98E4F4" w14:textId="77777777" w:rsidR="002F2592" w:rsidRPr="0055778F" w:rsidRDefault="002F2592" w:rsidP="00616C63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616C63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616C63">
      <w:pPr>
        <w:pStyle w:val="Zkladntextodsazen2"/>
      </w:pPr>
    </w:p>
    <w:p w14:paraId="22E9D5D9" w14:textId="77777777" w:rsidR="00A56A3F" w:rsidRDefault="00A56A3F" w:rsidP="00616C63">
      <w:pPr>
        <w:pStyle w:val="Zkladntextodsazen2"/>
      </w:pPr>
    </w:p>
    <w:p w14:paraId="7FBDBB79" w14:textId="77777777" w:rsidR="00AF4B0B" w:rsidRDefault="00A56A3F" w:rsidP="00616C63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616C63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616C63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616C63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616C63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616C63">
      <w:pPr>
        <w:pStyle w:val="Nadpis2"/>
      </w:pPr>
      <w:r w:rsidRPr="005763F3">
        <w:t>Účel smlouvy</w:t>
      </w:r>
      <w:bookmarkEnd w:id="17"/>
      <w:r w:rsidR="00875660">
        <w:t xml:space="preserve"> a význam smlouvy</w:t>
      </w:r>
    </w:p>
    <w:p w14:paraId="72B6F9E9" w14:textId="067A9B38" w:rsidR="00AF4B0B" w:rsidRDefault="00AF4B0B" w:rsidP="00616C63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>Významný je pro objednatele převážně termín provádění, jelikož je vázaný na provoz mateřských škol v Uherském Brodě v období letních prázdnin.</w:t>
      </w:r>
    </w:p>
    <w:p w14:paraId="709E4D0A" w14:textId="77777777" w:rsidR="00A56A3F" w:rsidRPr="009706B3" w:rsidRDefault="00A56A3F" w:rsidP="00616C63">
      <w:pPr>
        <w:pStyle w:val="Nadpis2"/>
      </w:pPr>
      <w:r w:rsidRPr="009706B3">
        <w:lastRenderedPageBreak/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616C63">
      <w:pPr>
        <w:pStyle w:val="Nadpis1"/>
      </w:pPr>
      <w:bookmarkStart w:id="19" w:name="_Ref283560940"/>
      <w:r>
        <w:t>Předmět smlouvy</w:t>
      </w:r>
      <w:bookmarkEnd w:id="19"/>
    </w:p>
    <w:p w14:paraId="4FCE30C5" w14:textId="63DBF34C" w:rsidR="00AF4B0B" w:rsidRPr="005763F3" w:rsidRDefault="00AF4B0B" w:rsidP="00616C63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431DFD1" w14:textId="77777777" w:rsidR="00AF4B0B" w:rsidRDefault="00AF4B0B" w:rsidP="00616C63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616C63">
      <w:pPr>
        <w:pStyle w:val="Nadpis7"/>
      </w:pPr>
    </w:p>
    <w:p w14:paraId="33E4C396" w14:textId="77777777" w:rsidR="00BD1AC5" w:rsidRPr="00795D78" w:rsidRDefault="00AF4B0B" w:rsidP="00616C63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6A34964F" w:rsidR="007F7D40" w:rsidRDefault="007F7D40" w:rsidP="00064C3C">
      <w:pPr>
        <w:pStyle w:val="Nadpis5"/>
      </w:pPr>
      <w:r>
        <w:t xml:space="preserve">MŠ </w:t>
      </w:r>
      <w:r w:rsidR="00064C3C">
        <w:t>Těšov</w:t>
      </w:r>
      <w:r>
        <w:t xml:space="preserve"> – rekonstrukce </w:t>
      </w:r>
      <w:r w:rsidR="00064C3C">
        <w:t>kotelny</w:t>
      </w:r>
    </w:p>
    <w:p w14:paraId="13F494CD" w14:textId="6FA3BA35" w:rsidR="00AF4B0B" w:rsidRDefault="00DD1250" w:rsidP="00616C63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616C63"/>
    <w:p w14:paraId="77EF976D" w14:textId="77777777" w:rsidR="00064C3C" w:rsidRDefault="00064C3C" w:rsidP="00064C3C">
      <w:pPr>
        <w:rPr>
          <w:rFonts w:ascii="Times New Roman" w:hAnsi="Times New Roman" w:cs="Arial"/>
          <w:sz w:val="24"/>
        </w:rPr>
      </w:pPr>
      <w:r>
        <w:t xml:space="preserve">Nově bude v suterénu v kotelně osazena dvojice plynových kondenzačních kotlů zapojených do kaskády. Kotle budou osazeny nerezovými výměníky s automatickým diagnostickým systémem. Účinnost plynových kotlů 109%, modulační rozsah hořáku 10 – 100%. Kotle budou vybaveny elektronicky řízeným oběhovým čerpadlem a expanzní nádobou o objemu 10l. Součástí dodávky bude připojovací sada. Výkon plynového kotle 29,9kW (80/60°C), celkový výkon kotlů 59,8kW. </w:t>
      </w:r>
      <w:r w:rsidRPr="009A09EC">
        <w:t>Pro řízení kaskády a regulaci vytápění bude použit regulátor ze sortimentu výrobce kotlů.</w:t>
      </w:r>
    </w:p>
    <w:p w14:paraId="3D91294F" w14:textId="71916D37" w:rsidR="00064C3C" w:rsidRDefault="00064C3C" w:rsidP="00064C3C">
      <w:r>
        <w:t>Součástí zakázky je demontáž stávající kotelny, prodloužení rozvodů TV a SV k novému místu pro zásobník TV, nově bude vyvložkovaný komín.</w:t>
      </w:r>
    </w:p>
    <w:p w14:paraId="4B45846A" w14:textId="77777777" w:rsidR="00616C63" w:rsidRDefault="00616C63" w:rsidP="00616C63"/>
    <w:p w14:paraId="64A6985B" w14:textId="33705709" w:rsidR="00616C63" w:rsidRDefault="00616C63" w:rsidP="00616C63">
      <w:r>
        <w:t xml:space="preserve">Podrobnější technické podmínky jsou stanoveny v projektové dokumentaci </w:t>
      </w:r>
      <w:r w:rsidR="00064C3C">
        <w:t xml:space="preserve">„MŠ Těšov – rekonstrukce kotelny“ zpracované v projekční kanceláři </w:t>
      </w:r>
      <w:r w:rsidR="00064C3C" w:rsidRPr="00FF26FC">
        <w:t>PassiveArchitecture s.r.o.</w:t>
      </w:r>
      <w:r w:rsidR="00064C3C">
        <w:t xml:space="preserve"> v Uherském Brodě, </w:t>
      </w:r>
      <w:r w:rsidR="00064C3C" w:rsidRPr="00FF26FC">
        <w:t xml:space="preserve"> IČ </w:t>
      </w:r>
      <w:r w:rsidR="00064C3C">
        <w:t>04533127</w:t>
      </w:r>
      <w:r w:rsidR="00064C3C" w:rsidRPr="00FF26FC">
        <w:t xml:space="preserve"> v</w:t>
      </w:r>
      <w:r w:rsidR="00064C3C">
        <w:t> květnu 2022</w:t>
      </w:r>
      <w:r w:rsidR="00064C3C" w:rsidRPr="00FF26FC">
        <w:t xml:space="preserve"> </w:t>
      </w:r>
      <w:r>
        <w:rPr>
          <w:rFonts w:cs="Arial"/>
          <w:bCs/>
        </w:rPr>
        <w:t xml:space="preserve"> </w:t>
      </w:r>
      <w:r>
        <w:t>(dále jen „PD“), která je nedílnou součástí zadávací dokumentace.</w:t>
      </w:r>
    </w:p>
    <w:p w14:paraId="3267FBA1" w14:textId="77777777" w:rsidR="004A3CE7" w:rsidRDefault="004A3CE7" w:rsidP="00616C63">
      <w:pPr>
        <w:pStyle w:val="Zkladntext"/>
      </w:pPr>
    </w:p>
    <w:p w14:paraId="37F755DD" w14:textId="77777777" w:rsidR="00AF4B0B" w:rsidRDefault="00AF4B0B" w:rsidP="00616C63">
      <w:pPr>
        <w:pStyle w:val="Zkladntext"/>
      </w:pPr>
      <w:r>
        <w:lastRenderedPageBreak/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616C63">
      <w:pPr>
        <w:pStyle w:val="Zkladntext"/>
      </w:pPr>
    </w:p>
    <w:p w14:paraId="44258B2F" w14:textId="77777777" w:rsidR="00AF4B0B" w:rsidRPr="0069310B" w:rsidRDefault="00AF4B0B" w:rsidP="00616C63">
      <w:pPr>
        <w:pStyle w:val="Nadpis2"/>
      </w:pPr>
      <w:r w:rsidRPr="0069310B">
        <w:t>Rozsah díla</w:t>
      </w:r>
    </w:p>
    <w:p w14:paraId="6F5966FC" w14:textId="77777777" w:rsidR="00AF4B0B" w:rsidRDefault="00AF4B0B" w:rsidP="00616C63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616C63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616C63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616C63">
      <w:pPr>
        <w:pStyle w:val="Nadpis7"/>
      </w:pPr>
    </w:p>
    <w:p w14:paraId="5FCAEEC1" w14:textId="77777777" w:rsidR="00AF4B0B" w:rsidRPr="00E011C5" w:rsidRDefault="000D6D21" w:rsidP="00616C63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616C63">
      <w:pPr>
        <w:pStyle w:val="Zkladntextodsazen2-odrky"/>
      </w:pPr>
      <w:r>
        <w:t xml:space="preserve">Zajištění </w:t>
      </w:r>
      <w:r w:rsidR="00795D78" w:rsidRPr="00616C63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616C6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616C63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616C63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616C63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14:paraId="5AAA8ADD" w14:textId="77777777" w:rsidR="0069310B" w:rsidRDefault="0069310B" w:rsidP="00616C63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616C63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616C63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616C63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616C63">
        <w:rPr>
          <w:lang w:val="cs-CZ"/>
        </w:rPr>
        <w:br/>
      </w:r>
      <w:r>
        <w:t xml:space="preserve">a převzetí díla pořizovat </w:t>
      </w:r>
      <w:r w:rsidRPr="00616C63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616C63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616C63">
      <w:pPr>
        <w:pStyle w:val="Zkladntextodsazen2-odrky"/>
      </w:pPr>
      <w:r w:rsidRPr="00616C63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616C63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616C63">
        <w:rPr>
          <w:lang w:val="cs-CZ"/>
        </w:rPr>
        <w:t>objednateli.</w:t>
      </w:r>
    </w:p>
    <w:p w14:paraId="4EE6D35E" w14:textId="77777777" w:rsidR="0069310B" w:rsidRDefault="0069310B" w:rsidP="00616C63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616C63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616C63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616C63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616C63">
      <w:pPr>
        <w:pStyle w:val="Nadpis2"/>
      </w:pPr>
      <w:r>
        <w:t>Dokumentace skutečného provedení stavby</w:t>
      </w:r>
    </w:p>
    <w:p w14:paraId="11FB347B" w14:textId="77777777" w:rsidR="00940D17" w:rsidRDefault="00940D17" w:rsidP="00616C63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616C63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616C63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616C63">
      <w:pPr>
        <w:pStyle w:val="Zkladntextodsazen2"/>
      </w:pPr>
      <w:r>
        <w:lastRenderedPageBreak/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616C63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616C63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616C63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616C63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616C63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616C63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616C63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616C63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616C63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616C63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616C63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616C63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616C63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616C63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FC1C6E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5F241D0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Default="00FC1C6E" w:rsidP="00CE110D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2DB1BC55" w:rsidR="00FC1C6E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FC1C6E" w14:paraId="011C6262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79D3A2D9" w14:textId="77777777" w:rsidR="00FC1C6E" w:rsidRDefault="00FC1C6E" w:rsidP="00CE110D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471B65C7" w14:textId="77777777" w:rsidR="00FC1C6E" w:rsidRPr="00CC310F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FC1C6E">
              <w:t>3 týdny od předání a převzetí staveniště</w:t>
            </w:r>
          </w:p>
        </w:tc>
      </w:tr>
      <w:tr w:rsidR="00FC1C6E" w14:paraId="466196EC" w14:textId="77777777" w:rsidTr="00CE110D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Default="00FC1C6E" w:rsidP="00CE110D">
            <w:r>
              <w:lastRenderedPageBreak/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77777777" w:rsidR="00FC1C6E" w:rsidRPr="00CC310F" w:rsidRDefault="00FC1C6E" w:rsidP="00CE110D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5BB967" w14:textId="6698576A" w:rsidR="00D06C96" w:rsidRDefault="00D06C96" w:rsidP="00FC1C6E">
      <w:pPr>
        <w:pStyle w:val="Nadpis9"/>
      </w:pPr>
    </w:p>
    <w:p w14:paraId="138EFB88" w14:textId="77777777" w:rsidR="00AF4B0B" w:rsidRDefault="00AF4B0B" w:rsidP="00616C63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616C63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616C63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616C63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616C63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616C63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616C63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616C63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616C63">
      <w:pPr>
        <w:pStyle w:val="Nadpis2"/>
      </w:pPr>
      <w:r w:rsidRPr="0069310B">
        <w:t>Místo plnění předmětu smlouvy:</w:t>
      </w:r>
    </w:p>
    <w:p w14:paraId="2D6ECADD" w14:textId="7B96848B" w:rsidR="00177B29" w:rsidRPr="00177B29" w:rsidRDefault="00064C3C" w:rsidP="00616C63">
      <w:pPr>
        <w:pStyle w:val="Zkladntextodsazen2-odrky"/>
      </w:pPr>
      <w:r>
        <w:t>Školní 130</w:t>
      </w:r>
      <w:r w:rsidRPr="0056396C">
        <w:rPr>
          <w:rFonts w:cs="Arial"/>
        </w:rPr>
        <w:t xml:space="preserve">, </w:t>
      </w:r>
      <w:r>
        <w:rPr>
          <w:rFonts w:cs="Arial"/>
          <w:lang w:val="cs-CZ"/>
        </w:rPr>
        <w:t xml:space="preserve">688 01 </w:t>
      </w:r>
      <w:r w:rsidRPr="0056396C">
        <w:rPr>
          <w:rFonts w:cs="Arial"/>
        </w:rPr>
        <w:t>Uherský Brod-</w:t>
      </w:r>
      <w:r>
        <w:rPr>
          <w:rFonts w:cs="Arial"/>
        </w:rPr>
        <w:t>Těšov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>
        <w:rPr>
          <w:lang w:val="cs-CZ"/>
        </w:rPr>
        <w:t>Těšov</w:t>
      </w:r>
      <w:r w:rsidR="00F939E7" w:rsidRPr="00BA6BDF">
        <w:t>, Česká republika.</w:t>
      </w:r>
    </w:p>
    <w:p w14:paraId="0E693E2E" w14:textId="77777777" w:rsidR="00AF4B0B" w:rsidRDefault="00AF4B0B" w:rsidP="00616C63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616C63">
      <w:pPr>
        <w:pStyle w:val="Nadpis2"/>
      </w:pPr>
      <w:r w:rsidRPr="0069310B">
        <w:t>Cena díla</w:t>
      </w:r>
    </w:p>
    <w:p w14:paraId="1F5DA6C9" w14:textId="77777777" w:rsidR="00AF4B0B" w:rsidRDefault="00AF4B0B" w:rsidP="00616C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4B2D9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616C63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616C63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616C63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616C63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616C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616C63">
      <w:pPr>
        <w:pStyle w:val="Zkladntext"/>
      </w:pPr>
    </w:p>
    <w:p w14:paraId="167B7A50" w14:textId="77777777" w:rsidR="002E5A12" w:rsidRPr="002E5A12" w:rsidRDefault="002E5A12" w:rsidP="00616C63">
      <w:pPr>
        <w:pStyle w:val="Zkladntextodsazen2-odrky"/>
      </w:pPr>
      <w:r w:rsidRPr="002E5A1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616C63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616C63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616C63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616C63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616C63">
      <w:pPr>
        <w:pStyle w:val="Nadpis2"/>
      </w:pPr>
      <w:r w:rsidRPr="0069310B">
        <w:t>Podmínky pro změnu ceny</w:t>
      </w:r>
    </w:p>
    <w:p w14:paraId="0AC68A25" w14:textId="77777777" w:rsidR="00AF4B0B" w:rsidRDefault="00AF4B0B" w:rsidP="00616C63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616C63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616C63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616C63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616C63">
      <w:pPr>
        <w:pStyle w:val="Nadpis2"/>
      </w:pPr>
      <w:r w:rsidRPr="0069310B">
        <w:lastRenderedPageBreak/>
        <w:t>Způsob sjednání změny ceny</w:t>
      </w:r>
    </w:p>
    <w:p w14:paraId="3F7081DD" w14:textId="77777777" w:rsidR="00AF4B0B" w:rsidRDefault="00AF4B0B" w:rsidP="00616C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616C63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616C63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7A8FF59F" w:rsidR="00AF4B0B" w:rsidRDefault="00D52963" w:rsidP="00616C63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616C63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616C63">
        <w:rPr>
          <w:lang w:val="cs-CZ"/>
        </w:rPr>
        <w:t>3</w:t>
      </w:r>
      <w:r w:rsidR="00791531" w:rsidRPr="00616C63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616C63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>Kč/hod; pro revize</w:t>
      </w:r>
      <w:r w:rsidR="00BA6BDF" w:rsidRPr="00616C63">
        <w:rPr>
          <w:lang w:val="cs-CZ"/>
        </w:rPr>
        <w:br/>
      </w:r>
      <w:r w:rsidR="0006035A">
        <w:t xml:space="preserve">a zkoušky </w:t>
      </w:r>
      <w:r w:rsidR="0006035A" w:rsidRPr="00616C63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616C6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616C63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616C63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616C63">
      <w:pPr>
        <w:pStyle w:val="Nadpis1"/>
      </w:pPr>
      <w:r>
        <w:lastRenderedPageBreak/>
        <w:t>Platební podmínky</w:t>
      </w:r>
    </w:p>
    <w:p w14:paraId="4852DD7B" w14:textId="77777777" w:rsidR="00A57EC9" w:rsidRDefault="00A57EC9" w:rsidP="00616C63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616C63">
      <w:pPr>
        <w:pStyle w:val="Zkladntextodsazen2-odrky"/>
      </w:pPr>
      <w:r w:rsidRPr="004A26CF">
        <w:t xml:space="preserve">Objednatel prohlašuje, že předmět smlouvy </w:t>
      </w:r>
      <w:r w:rsidR="00CD51D3" w:rsidRPr="00616C63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616C63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616C63">
      <w:pPr>
        <w:pStyle w:val="Zkladntextodsazen2-odrky"/>
      </w:pPr>
      <w:r w:rsidRPr="0037341C">
        <w:t xml:space="preserve">Cena za dílo bude hrazena </w:t>
      </w:r>
      <w:r w:rsidR="007C1EA4" w:rsidRPr="00616C63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616C63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616C63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616C63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616C63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 w:rsidRPr="00616C63">
        <w:rPr>
          <w:lang w:val="cs-CZ"/>
        </w:rPr>
        <w:t>.</w:t>
      </w:r>
    </w:p>
    <w:p w14:paraId="4B1EB046" w14:textId="77777777" w:rsidR="00AF4B0B" w:rsidRDefault="00AF4B0B" w:rsidP="00616C63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616C63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616C63">
      <w:pPr>
        <w:pStyle w:val="Zkladntextodsazen2-odrky"/>
      </w:pPr>
      <w:r>
        <w:t>Jakákoli faktura zhotovitele musí obsahovat:</w:t>
      </w:r>
    </w:p>
    <w:p w14:paraId="5FAE8F44" w14:textId="77777777" w:rsidR="00AF4B0B" w:rsidRDefault="00AF4B0B" w:rsidP="00616C6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616C6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616C6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616C63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616C63">
      <w:pPr>
        <w:pStyle w:val="Zkladntextodsazen2"/>
      </w:pPr>
      <w:r>
        <w:t xml:space="preserve">- </w:t>
      </w:r>
      <w:r>
        <w:tab/>
        <w:t>cena provedených prací</w:t>
      </w:r>
    </w:p>
    <w:p w14:paraId="518BB98A" w14:textId="77777777" w:rsidR="00AF4B0B" w:rsidRDefault="00AF4B0B" w:rsidP="00616C63">
      <w:pPr>
        <w:pStyle w:val="Zkladntextodsazen2"/>
      </w:pPr>
      <w:r>
        <w:lastRenderedPageBreak/>
        <w:t xml:space="preserve">- </w:t>
      </w:r>
      <w:r>
        <w:tab/>
        <w:t>den vystavení a splatnosti faktury</w:t>
      </w:r>
    </w:p>
    <w:p w14:paraId="7859CD61" w14:textId="77777777" w:rsidR="00E4395B" w:rsidRPr="00616C63" w:rsidRDefault="00E4395B" w:rsidP="00616C63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616C63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616C63">
      <w:pPr>
        <w:pStyle w:val="Zkladntextodsazen2-odrky"/>
      </w:pPr>
      <w:r w:rsidRPr="00945BA4">
        <w:t xml:space="preserve">Fakturu lze objednateli doručit taktéž v elektronické formě na adresu </w:t>
      </w:r>
      <w:hyperlink r:id="rId8" w:history="1">
        <w:r w:rsidR="009706B3" w:rsidRPr="00616C63">
          <w:rPr>
            <w:rStyle w:val="Hypertextovodkaz"/>
            <w:b/>
          </w:rPr>
          <w:t>podatelna@ub.cz</w:t>
        </w:r>
      </w:hyperlink>
      <w:r w:rsidR="009706B3" w:rsidRPr="00616C63">
        <w:rPr>
          <w:lang w:val="cs-CZ"/>
        </w:rPr>
        <w:t>.</w:t>
      </w:r>
    </w:p>
    <w:p w14:paraId="45D15782" w14:textId="77777777" w:rsidR="00E4395B" w:rsidRDefault="00E4395B" w:rsidP="00616C6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616C63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616C63">
      <w:pPr>
        <w:pStyle w:val="Nadpis1"/>
      </w:pPr>
      <w:r>
        <w:t>Majetkové sankce</w:t>
      </w:r>
    </w:p>
    <w:p w14:paraId="4C3C503D" w14:textId="77777777" w:rsidR="00AF4B0B" w:rsidRPr="0069310B" w:rsidRDefault="00AF4B0B" w:rsidP="00616C63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5C7B898E" w:rsidR="00AF4B0B" w:rsidRDefault="00AF4B0B" w:rsidP="00616C63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875660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616C63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616C6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616C63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616C63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616C63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616C63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616C63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616C63">
      <w:pPr>
        <w:pStyle w:val="Zkladntextodsazen2-odrky"/>
      </w:pPr>
      <w:r>
        <w:lastRenderedPageBreak/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616C63">
        <w:rPr>
          <w:b/>
          <w:lang w:val="cs-CZ"/>
        </w:rPr>
        <w:t>1.2</w:t>
      </w:r>
      <w:r w:rsidR="001140CC" w:rsidRPr="00616C63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616C63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616C63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616C63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616C63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616C6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616C63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616C63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616C63">
        <w:rPr>
          <w:b/>
          <w:lang w:val="cs-CZ"/>
        </w:rPr>
        <w:t>1.</w:t>
      </w:r>
      <w:r w:rsidR="00AA7001" w:rsidRPr="00616C63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616C63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616C63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616C63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616C6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616C63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616C63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16C63">
        <w:rPr>
          <w:b/>
          <w:lang w:val="cs-CZ"/>
        </w:rPr>
        <w:t>1.0</w:t>
      </w:r>
      <w:r w:rsidR="00CF4E02" w:rsidRPr="00616C63">
        <w:rPr>
          <w:b/>
        </w:rPr>
        <w:t>00</w:t>
      </w:r>
      <w:r w:rsidRPr="00616C63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616C63">
      <w:pPr>
        <w:pStyle w:val="Nadpis2"/>
      </w:pPr>
      <w:r w:rsidRPr="00641144">
        <w:lastRenderedPageBreak/>
        <w:t>Smluvní pokuta za porušení povinnosti v čl. 14 této smlouvy</w:t>
      </w:r>
    </w:p>
    <w:p w14:paraId="526AB8E8" w14:textId="796CACB3" w:rsidR="00CF4E02" w:rsidRPr="00635217" w:rsidRDefault="00CF4E02" w:rsidP="00616C63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616C63">
        <w:rPr>
          <w:b/>
          <w:lang w:val="cs-CZ"/>
        </w:rPr>
        <w:t>6</w:t>
      </w:r>
      <w:r w:rsidRPr="00616C63">
        <w:rPr>
          <w:b/>
        </w:rPr>
        <w:t>00 Kč</w:t>
      </w:r>
      <w:r w:rsidR="00635217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616C63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616C6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616C63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616C63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616C6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616C63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616C63">
        <w:rPr>
          <w:lang w:val="cs-CZ"/>
        </w:rPr>
        <w:t>k hodnotě a</w:t>
      </w:r>
      <w:r>
        <w:t xml:space="preserve"> významu z</w:t>
      </w:r>
      <w:r w:rsidR="00DB36C8" w:rsidRPr="00616C63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616C63">
      <w:pPr>
        <w:pStyle w:val="Nadpis1"/>
      </w:pPr>
      <w:r>
        <w:t>Staveniště</w:t>
      </w:r>
    </w:p>
    <w:p w14:paraId="7BAB1205" w14:textId="77777777" w:rsidR="00AF4B0B" w:rsidRPr="0069310B" w:rsidRDefault="00AF4B0B" w:rsidP="00616C63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616C63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616C63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616C63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616C63">
      <w:pPr>
        <w:pStyle w:val="Zkladntextodsazen2-odrky"/>
      </w:pPr>
      <w:r>
        <w:lastRenderedPageBreak/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616C63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616C63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616C63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616C63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616C63">
      <w:pPr>
        <w:pStyle w:val="Nadpis1"/>
      </w:pPr>
      <w:r>
        <w:t>Stavební deník</w:t>
      </w:r>
    </w:p>
    <w:p w14:paraId="0C36ED4C" w14:textId="77777777" w:rsidR="00CD27FA" w:rsidRDefault="00CD27FA" w:rsidP="00616C63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616C63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616C63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616C63">
      <w:pPr>
        <w:pStyle w:val="Zkladntextodsazen2-odrky"/>
      </w:pPr>
      <w:r>
        <w:t>Zapisuje zejména údaje o:</w:t>
      </w:r>
    </w:p>
    <w:p w14:paraId="52F961A0" w14:textId="77777777" w:rsidR="00CD27FA" w:rsidRDefault="00CD27FA" w:rsidP="00616C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616C63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616C63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616C63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616C63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616C63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616C63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616C63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616C63">
      <w:pPr>
        <w:pStyle w:val="Nadpis4"/>
      </w:pPr>
      <w:r w:rsidRPr="0069310B">
        <w:t>Kontrolní dny</w:t>
      </w:r>
    </w:p>
    <w:p w14:paraId="517F4977" w14:textId="77777777" w:rsidR="00AF4B0B" w:rsidRPr="00616C63" w:rsidRDefault="00BE1CE9" w:rsidP="00616C63">
      <w:pPr>
        <w:pStyle w:val="Zkladntextodsazen2-odrky"/>
        <w:rPr>
          <w:b/>
        </w:rPr>
      </w:pPr>
      <w:r w:rsidRPr="00616C63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616C63">
        <w:rPr>
          <w:rStyle w:val="Siln"/>
          <w:b w:val="0"/>
        </w:rPr>
        <w:t xml:space="preserve">Kontrolní dny budou probíhat </w:t>
      </w:r>
      <w:r w:rsidR="00AF4B0B" w:rsidRPr="00616C63">
        <w:rPr>
          <w:b/>
        </w:rPr>
        <w:t xml:space="preserve">minimálně 1x za </w:t>
      </w:r>
      <w:r w:rsidR="00A57EC9" w:rsidRPr="00616C63">
        <w:rPr>
          <w:b/>
        </w:rPr>
        <w:t>týden</w:t>
      </w:r>
      <w:r w:rsidRPr="00616C63">
        <w:rPr>
          <w:b/>
        </w:rPr>
        <w:t>.</w:t>
      </w:r>
    </w:p>
    <w:p w14:paraId="1B324754" w14:textId="77777777" w:rsidR="00AF4B0B" w:rsidRDefault="00AF4B0B" w:rsidP="00616C63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616C63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616C63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616C63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616C63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616C63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616C63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616C63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616C63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616C63">
      <w:pPr>
        <w:pStyle w:val="Zkladntextodsazen2-odrky"/>
      </w:pPr>
      <w:r>
        <w:lastRenderedPageBreak/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616C63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616C63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616C63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616C63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616C63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616C63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616C63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616C6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616C63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616C63">
      <w:pPr>
        <w:pStyle w:val="Nadpis1"/>
      </w:pPr>
      <w:r>
        <w:lastRenderedPageBreak/>
        <w:t>Předání a převzetí díla</w:t>
      </w:r>
    </w:p>
    <w:p w14:paraId="38290CCF" w14:textId="77777777" w:rsidR="00AF4B0B" w:rsidRPr="0069310B" w:rsidRDefault="00AF4B0B" w:rsidP="00616C63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616C63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616C63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616C63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616C63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616C63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616C6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616C63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616C6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616C63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616C63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616C63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616C63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616C63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 xml:space="preserve">č. 22/1997 Sb., o technických </w:t>
      </w:r>
      <w:r w:rsidRPr="00E96A24">
        <w:lastRenderedPageBreak/>
        <w:t>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616C63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616C63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616C63">
        <w:rPr>
          <w:rStyle w:val="cena"/>
          <w:lang w:val="cs-CZ"/>
        </w:rPr>
        <w:t xml:space="preserve"> </w:t>
      </w:r>
      <w:r>
        <w:t>od písemného předání</w:t>
      </w:r>
      <w:r w:rsidR="008E7AF2" w:rsidRPr="00616C63">
        <w:rPr>
          <w:lang w:val="cs-CZ"/>
        </w:rPr>
        <w:t xml:space="preserve"> </w:t>
      </w:r>
      <w:r w:rsidR="00CD51D3">
        <w:t>a převzetí díla objednatel</w:t>
      </w:r>
      <w:r w:rsidR="00CD51D3" w:rsidRPr="00616C6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616C63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616C63">
        <w:rPr>
          <w:lang w:val="cs-CZ"/>
        </w:rPr>
        <w:t xml:space="preserve"> </w:t>
      </w:r>
      <w:r w:rsidR="00791531" w:rsidRPr="00616C63">
        <w:rPr>
          <w:lang w:val="cs-CZ"/>
        </w:rPr>
        <w:t xml:space="preserve">Objednatel požaduje dodat veškeré </w:t>
      </w:r>
      <w:r w:rsidR="00C609E2" w:rsidRPr="00616C63">
        <w:rPr>
          <w:lang w:val="cs-CZ"/>
        </w:rPr>
        <w:t xml:space="preserve">materiály a </w:t>
      </w:r>
      <w:r w:rsidR="00791531" w:rsidRPr="00616C63">
        <w:rPr>
          <w:lang w:val="cs-CZ"/>
        </w:rPr>
        <w:t xml:space="preserve">zařízení s životností </w:t>
      </w:r>
      <w:r w:rsidR="00057A15" w:rsidRPr="00616C63">
        <w:rPr>
          <w:lang w:val="cs-CZ"/>
        </w:rPr>
        <w:t>minimálně po celou</w:t>
      </w:r>
      <w:r w:rsidR="008E7AF2" w:rsidRPr="00616C63">
        <w:rPr>
          <w:lang w:val="cs-CZ"/>
        </w:rPr>
        <w:t xml:space="preserve"> výše uvedenou</w:t>
      </w:r>
      <w:r w:rsidR="00057A15" w:rsidRPr="00616C63">
        <w:rPr>
          <w:lang w:val="cs-CZ"/>
        </w:rPr>
        <w:t xml:space="preserve"> záruční dobu</w:t>
      </w:r>
      <w:r w:rsidR="00791531" w:rsidRPr="00616C63">
        <w:rPr>
          <w:lang w:val="cs-CZ"/>
        </w:rPr>
        <w:t>.</w:t>
      </w:r>
    </w:p>
    <w:p w14:paraId="4BDA7834" w14:textId="77777777" w:rsidR="00AF4B0B" w:rsidRDefault="00AF4B0B" w:rsidP="00616C6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616C63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616C63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616C63">
      <w:pPr>
        <w:pStyle w:val="Nadpis2"/>
      </w:pPr>
      <w:r w:rsidRPr="0069310B">
        <w:t>Způsob reklamace vad</w:t>
      </w:r>
    </w:p>
    <w:p w14:paraId="63B95ACF" w14:textId="77777777" w:rsidR="00AF4B0B" w:rsidRDefault="00AF4B0B" w:rsidP="00616C63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616C6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616C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616C6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616C63">
      <w:pPr>
        <w:pStyle w:val="Zkladntextodsazen2"/>
      </w:pPr>
      <w:r>
        <w:lastRenderedPageBreak/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616C63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616C63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616C6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616C63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616C63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616C63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616C63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616C6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616C63">
      <w:pPr>
        <w:pStyle w:val="Nadpis1"/>
      </w:pPr>
      <w:r>
        <w:lastRenderedPageBreak/>
        <w:t>Vlastnictví díla a nebezpečí škody na díle</w:t>
      </w:r>
    </w:p>
    <w:p w14:paraId="12C2D572" w14:textId="77777777" w:rsidR="00AF4B0B" w:rsidRDefault="00AF4B0B" w:rsidP="00616C63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616C63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616C63">
      <w:pPr>
        <w:pStyle w:val="Nadpis1"/>
      </w:pPr>
      <w:r>
        <w:t>Pojištění díla</w:t>
      </w:r>
    </w:p>
    <w:p w14:paraId="64FE5642" w14:textId="48F1A7CD" w:rsidR="00AF4B0B" w:rsidRDefault="00AF4B0B" w:rsidP="00616C6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>
        <w:rPr>
          <w:lang w:val="cs-CZ"/>
        </w:rPr>
        <w:t>2</w:t>
      </w:r>
      <w:r w:rsidR="001D6BF8" w:rsidRPr="00616C63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616C63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616C63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616C63">
      <w:pPr>
        <w:pStyle w:val="Nadpis1"/>
      </w:pPr>
      <w:r>
        <w:t xml:space="preserve">Vyšší moc </w:t>
      </w:r>
    </w:p>
    <w:p w14:paraId="4F56BABD" w14:textId="77777777" w:rsidR="00AF4B0B" w:rsidRDefault="00AF4B0B" w:rsidP="00616C63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616C63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616C63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616C63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616C63">
      <w:pPr>
        <w:pStyle w:val="Nadpis1"/>
      </w:pPr>
      <w:r w:rsidRPr="00AA4873">
        <w:lastRenderedPageBreak/>
        <w:t>Ukončení smlouvy</w:t>
      </w:r>
    </w:p>
    <w:p w14:paraId="30B53317" w14:textId="77777777" w:rsidR="00D9763A" w:rsidRPr="002966A0" w:rsidRDefault="00D9763A" w:rsidP="00616C63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616C63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616C63" w:rsidRDefault="00D9763A" w:rsidP="00616C63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Pr="00616C63" w:rsidRDefault="0087245F" w:rsidP="00616C63">
      <w:pPr>
        <w:pStyle w:val="Odstavecseseznamem"/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616C63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616C63">
        <w:rPr>
          <w:lang w:val="cs-CZ"/>
        </w:rPr>
        <w:t>.</w:t>
      </w:r>
    </w:p>
    <w:p w14:paraId="7D7D699A" w14:textId="77777777" w:rsidR="00AF4B0B" w:rsidRDefault="00AF4B0B" w:rsidP="00616C63">
      <w:pPr>
        <w:pStyle w:val="Nadpis1"/>
      </w:pPr>
      <w:r>
        <w:t>Ostatní ujednání</w:t>
      </w:r>
    </w:p>
    <w:p w14:paraId="4F4938EC" w14:textId="77777777" w:rsidR="00AF4B0B" w:rsidRDefault="00AF4B0B" w:rsidP="00616C63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616C63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616C63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616C63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616C63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616C63">
      <w:pPr>
        <w:pStyle w:val="Zkladntextodsazen2-odrky"/>
      </w:pPr>
      <w:r>
        <w:lastRenderedPageBreak/>
        <w:t xml:space="preserve">Tato smlouva bude zveřejněna objednatelem v registru smluv podle zákona č. 340/2015 Sb., </w:t>
      </w:r>
      <w:r w:rsidRPr="00616C63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616C63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616C63" w:rsidRDefault="00A57EC9" w:rsidP="00616C63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616C63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616C63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616C63">
        <w:rPr>
          <w:color w:val="1F497D"/>
        </w:rPr>
        <w:t xml:space="preserve"> </w:t>
      </w:r>
      <w:r>
        <w:t xml:space="preserve">zbytečného odkladu poskytnout Objednateli veškerou </w:t>
      </w:r>
      <w:r w:rsidRPr="00616C63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616C63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616C63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616C63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616C63" w:rsidRDefault="00BA6BDF" w:rsidP="00616C63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616C63">
        <w:rPr>
          <w:lang w:val="cs-CZ"/>
        </w:rPr>
        <w:t>PD</w:t>
      </w:r>
    </w:p>
    <w:p w14:paraId="1DDB2419" w14:textId="77777777" w:rsidR="00A8677C" w:rsidRPr="00A8677C" w:rsidRDefault="00AF4B0B" w:rsidP="00616C63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616C63">
        <w:rPr>
          <w:lang w:val="cs-CZ"/>
        </w:rPr>
        <w:t xml:space="preserve"> </w:t>
      </w:r>
    </w:p>
    <w:p w14:paraId="7B048774" w14:textId="622BB155" w:rsidR="00AF4B0B" w:rsidRDefault="00DB36C8" w:rsidP="00AF155C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616C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616C63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2989C3C7" w:rsidR="00AF4B0B" w:rsidRDefault="00AF4B0B" w:rsidP="00FC1C6E">
            <w:pPr>
              <w:pStyle w:val="Nadpis7"/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FA20F5">
              <w:t>2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1C727597" w:rsidR="00AF4B0B" w:rsidRDefault="00AF4B0B" w:rsidP="00FC1C6E">
            <w:pPr>
              <w:pStyle w:val="Nadpis7"/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FA20F5">
              <w:t>2</w:t>
            </w:r>
          </w:p>
        </w:tc>
      </w:tr>
    </w:tbl>
    <w:p w14:paraId="391FA035" w14:textId="77777777" w:rsidR="00453502" w:rsidRDefault="00453502" w:rsidP="00616C63">
      <w:pPr>
        <w:pStyle w:val="podpisysmlouva"/>
      </w:pPr>
    </w:p>
    <w:p w14:paraId="0D51DD16" w14:textId="77777777" w:rsidR="00453502" w:rsidRDefault="00453502" w:rsidP="00616C63">
      <w:pPr>
        <w:pStyle w:val="podpisysmlouva"/>
      </w:pPr>
    </w:p>
    <w:p w14:paraId="189B4194" w14:textId="77777777" w:rsidR="00AF4B0B" w:rsidRDefault="00AF4B0B" w:rsidP="00616C63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616C63">
      <w:pPr>
        <w:pStyle w:val="podpisysmlouva"/>
      </w:pPr>
    </w:p>
    <w:p w14:paraId="2B7E1E94" w14:textId="77777777" w:rsidR="004A3CE7" w:rsidRDefault="004A3CE7" w:rsidP="00616C63">
      <w:pPr>
        <w:pStyle w:val="podpisysmlouva"/>
      </w:pPr>
    </w:p>
    <w:p w14:paraId="2067EF1B" w14:textId="77777777" w:rsidR="004A3CE7" w:rsidRDefault="004A3CE7" w:rsidP="00616C63">
      <w:pPr>
        <w:pStyle w:val="podpisysmlouva"/>
      </w:pPr>
    </w:p>
    <w:p w14:paraId="147AFD28" w14:textId="77777777" w:rsidR="00AF4B0B" w:rsidRDefault="00AF4B0B" w:rsidP="00616C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616C63">
      <w:pPr>
        <w:pStyle w:val="podpisysmlouva"/>
      </w:pPr>
    </w:p>
    <w:p w14:paraId="4E4CA265" w14:textId="77777777" w:rsidR="004A3CE7" w:rsidRDefault="004A3CE7" w:rsidP="00616C63">
      <w:pPr>
        <w:pStyle w:val="podpisysmlouva"/>
      </w:pPr>
    </w:p>
    <w:p w14:paraId="6CFED062" w14:textId="77777777" w:rsidR="004A3CE7" w:rsidRDefault="004A3CE7" w:rsidP="00616C63">
      <w:pPr>
        <w:pStyle w:val="podpisysmlouva"/>
      </w:pPr>
    </w:p>
    <w:p w14:paraId="068D3BB0" w14:textId="77777777" w:rsidR="004A3CE7" w:rsidRDefault="004A3CE7" w:rsidP="00616C63">
      <w:pPr>
        <w:pStyle w:val="podpisysmlouva"/>
      </w:pPr>
    </w:p>
    <w:p w14:paraId="73377A9E" w14:textId="77777777" w:rsidR="004A3CE7" w:rsidRDefault="004A3CE7" w:rsidP="00616C63">
      <w:pPr>
        <w:pStyle w:val="podpisysmlouva"/>
      </w:pPr>
    </w:p>
    <w:p w14:paraId="5A755AB8" w14:textId="77777777" w:rsidR="00453502" w:rsidRDefault="00453502" w:rsidP="00616C63">
      <w:pPr>
        <w:pStyle w:val="podpisysmlouva"/>
      </w:pPr>
    </w:p>
    <w:p w14:paraId="632620B4" w14:textId="77777777" w:rsidR="00453502" w:rsidRDefault="00453502" w:rsidP="00616C63">
      <w:pPr>
        <w:pStyle w:val="podpisysmlouva"/>
      </w:pPr>
    </w:p>
    <w:p w14:paraId="48C18DC1" w14:textId="1151CF14" w:rsidR="00AF4B0B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0A81E226" w:rsidR="008108D7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5B59E0" w:rsidRDefault="005B59E0" w:rsidP="00616C63">
      <w:r>
        <w:separator/>
      </w:r>
    </w:p>
    <w:p w14:paraId="4CD74A37" w14:textId="77777777" w:rsidR="005B59E0" w:rsidRDefault="005B59E0" w:rsidP="00616C63"/>
    <w:p w14:paraId="7A470727" w14:textId="77777777" w:rsidR="005B59E0" w:rsidRDefault="005B59E0" w:rsidP="00616C63"/>
    <w:p w14:paraId="11EA67F2" w14:textId="77777777" w:rsidR="005B59E0" w:rsidRDefault="005B59E0" w:rsidP="00616C63"/>
    <w:p w14:paraId="68A25D4B" w14:textId="77777777" w:rsidR="005B59E0" w:rsidRDefault="005B59E0" w:rsidP="00616C63"/>
    <w:p w14:paraId="37E1F0CC" w14:textId="77777777" w:rsidR="005B59E0" w:rsidRDefault="005B59E0" w:rsidP="00616C63"/>
    <w:p w14:paraId="71DF80D2" w14:textId="77777777" w:rsidR="005B59E0" w:rsidRDefault="005B59E0" w:rsidP="00616C63"/>
    <w:p w14:paraId="265DF9C4" w14:textId="77777777" w:rsidR="005B59E0" w:rsidRDefault="005B59E0" w:rsidP="00616C63"/>
    <w:p w14:paraId="7E43A93E" w14:textId="77777777" w:rsidR="005B59E0" w:rsidRDefault="005B59E0" w:rsidP="00616C63"/>
    <w:p w14:paraId="04C0B5F3" w14:textId="77777777" w:rsidR="005B59E0" w:rsidRDefault="005B59E0" w:rsidP="00616C63"/>
    <w:p w14:paraId="7010D9A8" w14:textId="77777777" w:rsidR="005B59E0" w:rsidRDefault="005B59E0" w:rsidP="00616C63"/>
    <w:p w14:paraId="517AEC94" w14:textId="77777777" w:rsidR="005B59E0" w:rsidRDefault="005B59E0" w:rsidP="00616C63"/>
    <w:p w14:paraId="73D2CEFE" w14:textId="77777777" w:rsidR="005B59E0" w:rsidRDefault="005B59E0" w:rsidP="00616C63"/>
    <w:p w14:paraId="795BCF52" w14:textId="77777777" w:rsidR="005B59E0" w:rsidRDefault="005B59E0" w:rsidP="00616C63"/>
    <w:p w14:paraId="522D701A" w14:textId="77777777" w:rsidR="005B59E0" w:rsidRDefault="005B59E0" w:rsidP="00616C63"/>
    <w:p w14:paraId="34328444" w14:textId="77777777" w:rsidR="005B59E0" w:rsidRDefault="005B59E0" w:rsidP="00616C63"/>
    <w:p w14:paraId="1108F0FC" w14:textId="77777777" w:rsidR="005B59E0" w:rsidRDefault="005B59E0" w:rsidP="00616C63"/>
    <w:p w14:paraId="1F11A394" w14:textId="77777777" w:rsidR="005B59E0" w:rsidRDefault="005B59E0" w:rsidP="00616C63"/>
    <w:p w14:paraId="02BD28CE" w14:textId="77777777" w:rsidR="005B59E0" w:rsidRDefault="005B59E0" w:rsidP="00616C63"/>
    <w:p w14:paraId="2DD3179E" w14:textId="77777777" w:rsidR="005B59E0" w:rsidRDefault="005B59E0" w:rsidP="00616C63"/>
    <w:p w14:paraId="163DC565" w14:textId="77777777" w:rsidR="005B59E0" w:rsidRDefault="005B59E0" w:rsidP="00616C63"/>
    <w:p w14:paraId="5ACA78A0" w14:textId="77777777" w:rsidR="005B59E0" w:rsidRDefault="005B59E0" w:rsidP="00616C63"/>
    <w:p w14:paraId="24827029" w14:textId="77777777" w:rsidR="005B59E0" w:rsidRDefault="005B59E0" w:rsidP="00616C63"/>
  </w:endnote>
  <w:endnote w:type="continuationSeparator" w:id="0">
    <w:p w14:paraId="49A0D6AF" w14:textId="77777777" w:rsidR="005B59E0" w:rsidRDefault="005B59E0" w:rsidP="00616C63">
      <w:r>
        <w:continuationSeparator/>
      </w:r>
    </w:p>
    <w:p w14:paraId="3A58DAC8" w14:textId="77777777" w:rsidR="005B59E0" w:rsidRDefault="005B59E0" w:rsidP="00616C63"/>
    <w:p w14:paraId="7DCDF103" w14:textId="77777777" w:rsidR="005B59E0" w:rsidRDefault="005B59E0" w:rsidP="00616C63"/>
    <w:p w14:paraId="60A3EF6E" w14:textId="77777777" w:rsidR="005B59E0" w:rsidRDefault="005B59E0" w:rsidP="00616C63"/>
    <w:p w14:paraId="0C254C2B" w14:textId="77777777" w:rsidR="005B59E0" w:rsidRDefault="005B59E0" w:rsidP="00616C63"/>
    <w:p w14:paraId="0DE7D51B" w14:textId="77777777" w:rsidR="005B59E0" w:rsidRDefault="005B59E0" w:rsidP="00616C63"/>
    <w:p w14:paraId="11E72B3A" w14:textId="77777777" w:rsidR="005B59E0" w:rsidRDefault="005B59E0" w:rsidP="00616C63"/>
    <w:p w14:paraId="6C720F4F" w14:textId="77777777" w:rsidR="005B59E0" w:rsidRDefault="005B59E0" w:rsidP="00616C63"/>
    <w:p w14:paraId="6EC22F39" w14:textId="77777777" w:rsidR="005B59E0" w:rsidRDefault="005B59E0" w:rsidP="00616C63"/>
    <w:p w14:paraId="2A9AA2B5" w14:textId="77777777" w:rsidR="005B59E0" w:rsidRDefault="005B59E0" w:rsidP="00616C63"/>
    <w:p w14:paraId="0960BD1E" w14:textId="77777777" w:rsidR="005B59E0" w:rsidRDefault="005B59E0" w:rsidP="00616C63"/>
    <w:p w14:paraId="5F43E6B0" w14:textId="77777777" w:rsidR="005B59E0" w:rsidRDefault="005B59E0" w:rsidP="00616C63"/>
    <w:p w14:paraId="4AF5D005" w14:textId="77777777" w:rsidR="005B59E0" w:rsidRDefault="005B59E0" w:rsidP="00616C63"/>
    <w:p w14:paraId="533A20BD" w14:textId="77777777" w:rsidR="005B59E0" w:rsidRDefault="005B59E0" w:rsidP="00616C63"/>
    <w:p w14:paraId="7806D317" w14:textId="77777777" w:rsidR="005B59E0" w:rsidRDefault="005B59E0" w:rsidP="00616C63"/>
    <w:p w14:paraId="38DD10CB" w14:textId="77777777" w:rsidR="005B59E0" w:rsidRDefault="005B59E0" w:rsidP="00616C63"/>
    <w:p w14:paraId="13DA03E8" w14:textId="77777777" w:rsidR="005B59E0" w:rsidRDefault="005B59E0" w:rsidP="00616C63"/>
    <w:p w14:paraId="2DD48BB0" w14:textId="77777777" w:rsidR="005B59E0" w:rsidRDefault="005B59E0" w:rsidP="00616C63"/>
    <w:p w14:paraId="4DFF9F73" w14:textId="77777777" w:rsidR="005B59E0" w:rsidRDefault="005B59E0" w:rsidP="00616C63"/>
    <w:p w14:paraId="6294E7AD" w14:textId="77777777" w:rsidR="005B59E0" w:rsidRDefault="005B59E0" w:rsidP="00616C63"/>
    <w:p w14:paraId="0588BD14" w14:textId="77777777" w:rsidR="005B59E0" w:rsidRDefault="005B59E0" w:rsidP="00616C63"/>
    <w:p w14:paraId="69CA6AF3" w14:textId="77777777" w:rsidR="005B59E0" w:rsidRDefault="005B59E0" w:rsidP="00616C63"/>
    <w:p w14:paraId="1575DF72" w14:textId="77777777" w:rsidR="005B59E0" w:rsidRDefault="005B59E0" w:rsidP="00616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616C63" w:rsidRDefault="00616C63" w:rsidP="00616C63">
    <w:pPr>
      <w:pStyle w:val="Zpat"/>
    </w:pPr>
  </w:p>
  <w:p w14:paraId="0A5ADB0B" w14:textId="77777777" w:rsidR="00616C63" w:rsidRDefault="00616C63" w:rsidP="00616C63"/>
  <w:p w14:paraId="5A91F702" w14:textId="77777777" w:rsidR="00616C63" w:rsidRDefault="00616C63" w:rsidP="00616C63"/>
  <w:p w14:paraId="2CBDE28B" w14:textId="77777777" w:rsidR="00616C63" w:rsidRDefault="00616C63" w:rsidP="00616C63"/>
  <w:p w14:paraId="0BA8A7AB" w14:textId="77777777" w:rsidR="00616C63" w:rsidRDefault="00616C63" w:rsidP="00616C63"/>
  <w:p w14:paraId="6035154C" w14:textId="77777777" w:rsidR="00616C63" w:rsidRDefault="00616C63" w:rsidP="00616C63"/>
  <w:p w14:paraId="6F7EFE11" w14:textId="77777777" w:rsidR="00616C63" w:rsidRDefault="00616C63" w:rsidP="00616C63"/>
  <w:p w14:paraId="75E5BCDF" w14:textId="77777777" w:rsidR="00616C63" w:rsidRDefault="00616C63" w:rsidP="00616C63"/>
  <w:p w14:paraId="098BAA08" w14:textId="77777777" w:rsidR="00616C63" w:rsidRDefault="00616C63" w:rsidP="00616C63"/>
  <w:p w14:paraId="4E06A17D" w14:textId="77777777" w:rsidR="00616C63" w:rsidRDefault="00616C63" w:rsidP="00616C63"/>
  <w:p w14:paraId="6F6E152B" w14:textId="77777777" w:rsidR="00616C63" w:rsidRDefault="00616C63" w:rsidP="00616C63"/>
  <w:p w14:paraId="6D2F0DE0" w14:textId="77777777" w:rsidR="00616C63" w:rsidRDefault="00616C63" w:rsidP="00616C63"/>
  <w:p w14:paraId="413442EF" w14:textId="77777777" w:rsidR="00616C63" w:rsidRDefault="00616C63" w:rsidP="00616C63"/>
  <w:p w14:paraId="0CF8AEB5" w14:textId="77777777" w:rsidR="00616C63" w:rsidRDefault="00616C63" w:rsidP="00616C63"/>
  <w:p w14:paraId="3B530E1A" w14:textId="77777777" w:rsidR="00616C63" w:rsidRDefault="00616C63" w:rsidP="00616C63"/>
  <w:p w14:paraId="7C50C5B2" w14:textId="77777777" w:rsidR="00616C63" w:rsidRDefault="00616C63" w:rsidP="00616C63"/>
  <w:p w14:paraId="41BD3E17" w14:textId="77777777" w:rsidR="00616C63" w:rsidRDefault="00616C63" w:rsidP="00616C63"/>
  <w:p w14:paraId="1403DF16" w14:textId="77777777" w:rsidR="00616C63" w:rsidRDefault="00616C63" w:rsidP="00616C63"/>
  <w:p w14:paraId="606781A8" w14:textId="77777777" w:rsidR="00616C63" w:rsidRDefault="00616C63" w:rsidP="00616C63"/>
  <w:p w14:paraId="1CC65E48" w14:textId="77777777" w:rsidR="00616C63" w:rsidRDefault="00616C63" w:rsidP="00616C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616C63" w:rsidRDefault="00616C63" w:rsidP="00616C63">
    <w:pPr>
      <w:pStyle w:val="Zpat"/>
    </w:pPr>
  </w:p>
  <w:p w14:paraId="04F34988" w14:textId="77777777" w:rsidR="00616C63" w:rsidRPr="0053581C" w:rsidRDefault="00616C63" w:rsidP="00616C63">
    <w:pPr>
      <w:pStyle w:val="Zpat"/>
      <w:rPr>
        <w:rFonts w:cs="Arial"/>
      </w:rPr>
    </w:pPr>
    <w:r w:rsidRPr="0053581C">
      <w:t>NÁVRH SMLOUVY O DÍLO</w:t>
    </w:r>
  </w:p>
  <w:p w14:paraId="04589ADC" w14:textId="362C0D5C" w:rsidR="00616C63" w:rsidRPr="0053581C" w:rsidRDefault="00875660" w:rsidP="00616C63">
    <w:r>
      <w:t>MŠ</w:t>
    </w:r>
    <w:r w:rsidR="00616C63">
      <w:t xml:space="preserve"> </w:t>
    </w:r>
    <w:r w:rsidR="00FA20F5">
      <w:t>Těšov – rekce kotelny</w:t>
    </w:r>
    <w:r w:rsidR="00616C63" w:rsidRPr="0053581C">
      <w:tab/>
    </w:r>
    <w:r w:rsidR="00616C63" w:rsidRPr="0053581C">
      <w:rPr>
        <w:bCs/>
      </w:rPr>
      <w:t>S</w:t>
    </w:r>
    <w:r w:rsidR="00616C63" w:rsidRPr="0053581C">
      <w:t xml:space="preserve">trana </w:t>
    </w:r>
    <w:r w:rsidR="00616C63" w:rsidRPr="0053581C">
      <w:fldChar w:fldCharType="begin"/>
    </w:r>
    <w:r w:rsidR="00616C63" w:rsidRPr="0053581C">
      <w:instrText xml:space="preserve"> PAGE </w:instrText>
    </w:r>
    <w:r w:rsidR="00616C63" w:rsidRPr="0053581C">
      <w:fldChar w:fldCharType="separate"/>
    </w:r>
    <w:r w:rsidR="004B2D95">
      <w:rPr>
        <w:noProof/>
      </w:rPr>
      <w:t>12</w:t>
    </w:r>
    <w:r w:rsidR="00616C63" w:rsidRPr="0053581C">
      <w:fldChar w:fldCharType="end"/>
    </w:r>
    <w:r w:rsidR="00616C63" w:rsidRPr="0053581C">
      <w:t xml:space="preserve"> (celkem </w:t>
    </w:r>
    <w:r w:rsidR="00616C63">
      <w:rPr>
        <w:noProof/>
      </w:rPr>
      <w:fldChar w:fldCharType="begin"/>
    </w:r>
    <w:r w:rsidR="00616C63">
      <w:rPr>
        <w:noProof/>
      </w:rPr>
      <w:instrText xml:space="preserve"> NUMPAGES </w:instrText>
    </w:r>
    <w:r w:rsidR="00616C63">
      <w:rPr>
        <w:noProof/>
      </w:rPr>
      <w:fldChar w:fldCharType="separate"/>
    </w:r>
    <w:r w:rsidR="004B2D95">
      <w:rPr>
        <w:noProof/>
      </w:rPr>
      <w:t>12</w:t>
    </w:r>
    <w:r w:rsidR="00616C63">
      <w:rPr>
        <w:noProof/>
      </w:rPr>
      <w:fldChar w:fldCharType="end"/>
    </w:r>
    <w:r w:rsidR="00616C63" w:rsidRPr="0053581C">
      <w:t>)</w:t>
    </w:r>
  </w:p>
  <w:p w14:paraId="7C3299E5" w14:textId="77777777" w:rsidR="00616C63" w:rsidRDefault="00616C63" w:rsidP="00616C63"/>
  <w:p w14:paraId="3E04708B" w14:textId="77777777" w:rsidR="00616C63" w:rsidRDefault="00616C63" w:rsidP="00616C63">
    <w:pPr>
      <w:ind w:left="0"/>
    </w:pPr>
  </w:p>
  <w:p w14:paraId="5B067188" w14:textId="77777777" w:rsidR="00616C63" w:rsidRDefault="00616C63" w:rsidP="00616C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616C63" w:rsidRDefault="00616C63" w:rsidP="00616C63">
    <w:pPr>
      <w:pStyle w:val="Zpat"/>
    </w:pPr>
  </w:p>
  <w:p w14:paraId="37F067B3" w14:textId="77777777" w:rsidR="00616C63" w:rsidRDefault="00616C63" w:rsidP="00616C63">
    <w:pPr>
      <w:pStyle w:val="Zpat"/>
    </w:pPr>
  </w:p>
  <w:p w14:paraId="1CC71EB0" w14:textId="77777777" w:rsidR="00616C63" w:rsidRDefault="00616C63" w:rsidP="00616C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5B59E0" w:rsidRDefault="005B59E0" w:rsidP="00616C63">
      <w:r>
        <w:separator/>
      </w:r>
    </w:p>
    <w:p w14:paraId="3FAEF11D" w14:textId="77777777" w:rsidR="005B59E0" w:rsidRDefault="005B59E0" w:rsidP="00616C63"/>
    <w:p w14:paraId="3564CBAA" w14:textId="77777777" w:rsidR="005B59E0" w:rsidRDefault="005B59E0" w:rsidP="00616C63"/>
    <w:p w14:paraId="76E60256" w14:textId="77777777" w:rsidR="005B59E0" w:rsidRDefault="005B59E0" w:rsidP="00616C63"/>
    <w:p w14:paraId="70F48551" w14:textId="77777777" w:rsidR="005B59E0" w:rsidRDefault="005B59E0" w:rsidP="00616C63"/>
    <w:p w14:paraId="6FAB59CD" w14:textId="77777777" w:rsidR="005B59E0" w:rsidRDefault="005B59E0" w:rsidP="00616C63"/>
    <w:p w14:paraId="1BA10489" w14:textId="77777777" w:rsidR="005B59E0" w:rsidRDefault="005B59E0" w:rsidP="00616C63"/>
    <w:p w14:paraId="0B37C760" w14:textId="77777777" w:rsidR="005B59E0" w:rsidRDefault="005B59E0" w:rsidP="00616C63"/>
    <w:p w14:paraId="75E86BEA" w14:textId="77777777" w:rsidR="005B59E0" w:rsidRDefault="005B59E0" w:rsidP="00616C63"/>
    <w:p w14:paraId="7080D921" w14:textId="77777777" w:rsidR="005B59E0" w:rsidRDefault="005B59E0" w:rsidP="00616C63"/>
    <w:p w14:paraId="1A16C133" w14:textId="77777777" w:rsidR="005B59E0" w:rsidRDefault="005B59E0" w:rsidP="00616C63"/>
    <w:p w14:paraId="75FE7EE4" w14:textId="77777777" w:rsidR="005B59E0" w:rsidRDefault="005B59E0" w:rsidP="00616C63"/>
    <w:p w14:paraId="3F56E7F7" w14:textId="77777777" w:rsidR="005B59E0" w:rsidRDefault="005B59E0" w:rsidP="00616C63"/>
    <w:p w14:paraId="040DC161" w14:textId="77777777" w:rsidR="005B59E0" w:rsidRDefault="005B59E0" w:rsidP="00616C63"/>
    <w:p w14:paraId="1EC06721" w14:textId="77777777" w:rsidR="005B59E0" w:rsidRDefault="005B59E0" w:rsidP="00616C63"/>
    <w:p w14:paraId="56411C00" w14:textId="77777777" w:rsidR="005B59E0" w:rsidRDefault="005B59E0" w:rsidP="00616C63"/>
    <w:p w14:paraId="1ADC22FD" w14:textId="77777777" w:rsidR="005B59E0" w:rsidRDefault="005B59E0" w:rsidP="00616C63"/>
    <w:p w14:paraId="0A370879" w14:textId="77777777" w:rsidR="005B59E0" w:rsidRDefault="005B59E0" w:rsidP="00616C63"/>
    <w:p w14:paraId="7C4CC526" w14:textId="77777777" w:rsidR="005B59E0" w:rsidRDefault="005B59E0" w:rsidP="00616C63"/>
    <w:p w14:paraId="28342FAD" w14:textId="77777777" w:rsidR="005B59E0" w:rsidRDefault="005B59E0" w:rsidP="00616C63"/>
    <w:p w14:paraId="7515D6D6" w14:textId="77777777" w:rsidR="005B59E0" w:rsidRDefault="005B59E0" w:rsidP="00616C63"/>
    <w:p w14:paraId="61DFCB86" w14:textId="77777777" w:rsidR="005B59E0" w:rsidRDefault="005B59E0" w:rsidP="00616C63"/>
    <w:p w14:paraId="618FB037" w14:textId="77777777" w:rsidR="005B59E0" w:rsidRDefault="005B59E0" w:rsidP="00616C63"/>
  </w:footnote>
  <w:footnote w:type="continuationSeparator" w:id="0">
    <w:p w14:paraId="13E0DF5E" w14:textId="77777777" w:rsidR="005B59E0" w:rsidRDefault="005B59E0" w:rsidP="00616C63">
      <w:r>
        <w:continuationSeparator/>
      </w:r>
    </w:p>
    <w:p w14:paraId="34E5CE80" w14:textId="77777777" w:rsidR="005B59E0" w:rsidRDefault="005B59E0" w:rsidP="00616C63"/>
    <w:p w14:paraId="6F2FC490" w14:textId="77777777" w:rsidR="005B59E0" w:rsidRDefault="005B59E0" w:rsidP="00616C63"/>
    <w:p w14:paraId="1694ADC5" w14:textId="77777777" w:rsidR="005B59E0" w:rsidRDefault="005B59E0" w:rsidP="00616C63"/>
    <w:p w14:paraId="60DB0FF1" w14:textId="77777777" w:rsidR="005B59E0" w:rsidRDefault="005B59E0" w:rsidP="00616C63"/>
    <w:p w14:paraId="4EFF854A" w14:textId="77777777" w:rsidR="005B59E0" w:rsidRDefault="005B59E0" w:rsidP="00616C63"/>
    <w:p w14:paraId="3BA94193" w14:textId="77777777" w:rsidR="005B59E0" w:rsidRDefault="005B59E0" w:rsidP="00616C63"/>
    <w:p w14:paraId="67456823" w14:textId="77777777" w:rsidR="005B59E0" w:rsidRDefault="005B59E0" w:rsidP="00616C63"/>
    <w:p w14:paraId="6CB8E858" w14:textId="77777777" w:rsidR="005B59E0" w:rsidRDefault="005B59E0" w:rsidP="00616C63"/>
    <w:p w14:paraId="0CB66BD0" w14:textId="77777777" w:rsidR="005B59E0" w:rsidRDefault="005B59E0" w:rsidP="00616C63"/>
    <w:p w14:paraId="4D52B725" w14:textId="77777777" w:rsidR="005B59E0" w:rsidRDefault="005B59E0" w:rsidP="00616C63"/>
    <w:p w14:paraId="7948E333" w14:textId="77777777" w:rsidR="005B59E0" w:rsidRDefault="005B59E0" w:rsidP="00616C63"/>
    <w:p w14:paraId="7C4116C8" w14:textId="77777777" w:rsidR="005B59E0" w:rsidRDefault="005B59E0" w:rsidP="00616C63"/>
    <w:p w14:paraId="6813EF37" w14:textId="77777777" w:rsidR="005B59E0" w:rsidRDefault="005B59E0" w:rsidP="00616C63"/>
    <w:p w14:paraId="5FCCF4DC" w14:textId="77777777" w:rsidR="005B59E0" w:rsidRDefault="005B59E0" w:rsidP="00616C63"/>
    <w:p w14:paraId="54DA7AA1" w14:textId="77777777" w:rsidR="005B59E0" w:rsidRDefault="005B59E0" w:rsidP="00616C63"/>
    <w:p w14:paraId="5C9F631B" w14:textId="77777777" w:rsidR="005B59E0" w:rsidRDefault="005B59E0" w:rsidP="00616C63"/>
    <w:p w14:paraId="69A9DCDF" w14:textId="77777777" w:rsidR="005B59E0" w:rsidRDefault="005B59E0" w:rsidP="00616C63"/>
    <w:p w14:paraId="348B3D97" w14:textId="77777777" w:rsidR="005B59E0" w:rsidRDefault="005B59E0" w:rsidP="00616C63"/>
    <w:p w14:paraId="5CC696E1" w14:textId="77777777" w:rsidR="005B59E0" w:rsidRDefault="005B59E0" w:rsidP="00616C63"/>
    <w:p w14:paraId="49972B73" w14:textId="77777777" w:rsidR="005B59E0" w:rsidRDefault="005B59E0" w:rsidP="00616C63"/>
    <w:p w14:paraId="476AC254" w14:textId="77777777" w:rsidR="005B59E0" w:rsidRDefault="005B59E0" w:rsidP="00616C63"/>
    <w:p w14:paraId="65ADEB67" w14:textId="77777777" w:rsidR="005B59E0" w:rsidRDefault="005B59E0" w:rsidP="00616C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616C63" w:rsidRDefault="00616C63" w:rsidP="00616C63"/>
  <w:p w14:paraId="6897BFAA" w14:textId="77777777" w:rsidR="00616C63" w:rsidRDefault="00616C63" w:rsidP="00616C63"/>
  <w:p w14:paraId="20A0CD4D" w14:textId="77777777" w:rsidR="00616C63" w:rsidRDefault="00616C63" w:rsidP="00616C63"/>
  <w:p w14:paraId="53F0D611" w14:textId="77777777" w:rsidR="00616C63" w:rsidRDefault="00616C63" w:rsidP="00616C63"/>
  <w:p w14:paraId="595134DF" w14:textId="77777777" w:rsidR="00616C63" w:rsidRDefault="00616C63" w:rsidP="00616C63"/>
  <w:p w14:paraId="1B664207" w14:textId="77777777" w:rsidR="00616C63" w:rsidRDefault="00616C63" w:rsidP="00616C63"/>
  <w:p w14:paraId="3CFFD96A" w14:textId="77777777" w:rsidR="00616C63" w:rsidRDefault="00616C63" w:rsidP="00616C63"/>
  <w:p w14:paraId="3E448D4D" w14:textId="77777777" w:rsidR="00616C63" w:rsidRDefault="00616C63" w:rsidP="00616C63"/>
  <w:p w14:paraId="66ED9BFC" w14:textId="77777777" w:rsidR="00616C63" w:rsidRDefault="00616C63" w:rsidP="00616C63"/>
  <w:p w14:paraId="44860AA8" w14:textId="77777777" w:rsidR="00616C63" w:rsidRDefault="00616C63" w:rsidP="00616C63"/>
  <w:p w14:paraId="6553AF63" w14:textId="77777777" w:rsidR="00616C63" w:rsidRDefault="00616C63" w:rsidP="00616C63"/>
  <w:p w14:paraId="567C596E" w14:textId="77777777" w:rsidR="00616C63" w:rsidRDefault="00616C63" w:rsidP="00616C63"/>
  <w:p w14:paraId="7B7FC373" w14:textId="77777777" w:rsidR="00616C63" w:rsidRDefault="00616C63" w:rsidP="00616C63"/>
  <w:p w14:paraId="6F7A0198" w14:textId="77777777" w:rsidR="00616C63" w:rsidRDefault="00616C63" w:rsidP="00616C63"/>
  <w:p w14:paraId="369C16EF" w14:textId="77777777" w:rsidR="00616C63" w:rsidRDefault="00616C63" w:rsidP="00616C63"/>
  <w:p w14:paraId="1D28AC43" w14:textId="77777777" w:rsidR="00616C63" w:rsidRDefault="00616C63" w:rsidP="00616C63"/>
  <w:p w14:paraId="3C654D39" w14:textId="77777777" w:rsidR="00616C63" w:rsidRDefault="00616C63" w:rsidP="00616C63"/>
  <w:p w14:paraId="1550571B" w14:textId="77777777" w:rsidR="00616C63" w:rsidRDefault="00616C63" w:rsidP="00616C63"/>
  <w:p w14:paraId="462A60A7" w14:textId="77777777" w:rsidR="00616C63" w:rsidRDefault="00616C63" w:rsidP="00616C63"/>
  <w:p w14:paraId="62CAC932" w14:textId="77777777" w:rsidR="00616C63" w:rsidRDefault="00616C63" w:rsidP="00616C63"/>
  <w:p w14:paraId="622DC371" w14:textId="77777777" w:rsidR="00616C63" w:rsidRDefault="00616C63" w:rsidP="00616C63"/>
  <w:p w14:paraId="33D8CF93" w14:textId="77777777" w:rsidR="00616C63" w:rsidRDefault="00616C63" w:rsidP="00616C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616C63" w:rsidRDefault="00616C63" w:rsidP="00616C63"/>
  <w:p w14:paraId="12D4095D" w14:textId="77777777" w:rsidR="004A3CE7" w:rsidRDefault="004A3CE7" w:rsidP="00616C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616C63" w:rsidRPr="005C179D" w:rsidRDefault="00616C63" w:rsidP="00616C63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616C63" w:rsidRPr="005C179D" w:rsidRDefault="00616C63" w:rsidP="00616C63"/>
  <w:p w14:paraId="0C84BE4D" w14:textId="77777777" w:rsidR="00616C63" w:rsidRDefault="00616C63" w:rsidP="00616C63"/>
  <w:p w14:paraId="5B854D1D" w14:textId="77777777" w:rsidR="00616C63" w:rsidRDefault="00616C63" w:rsidP="00616C63"/>
  <w:p w14:paraId="23EC4AC3" w14:textId="77777777" w:rsidR="00616C63" w:rsidRDefault="00616C63" w:rsidP="00616C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8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Bz3RugxTkWR81sG1Yxzi3joalJRjUtlijmL20rTs22Co4Lq0T0BCnY8zcPQbHpcPde8/7YhsXt8WBOY/XZ2Sw==" w:salt="jTT462JIAUpIOEl277tOJw==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A3CE7"/>
    <w:rsid w:val="004B03D5"/>
    <w:rsid w:val="004B1A00"/>
    <w:rsid w:val="004B2D95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616C63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064C3C"/>
    <w:pPr>
      <w:spacing w:before="120" w:after="60"/>
      <w:jc w:val="center"/>
      <w:outlineLvl w:val="4"/>
    </w:pPr>
    <w:rPr>
      <w:b/>
      <w:bCs/>
      <w:iCs/>
      <w:sz w:val="24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F0838-0DDD-47DE-9E45-62C1086A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1</TotalTime>
  <Pages>12</Pages>
  <Words>5613</Words>
  <Characters>33118</Characters>
  <Application>Microsoft Office Word</Application>
  <DocSecurity>4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38654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Ing.</cp:lastModifiedBy>
  <cp:revision>2</cp:revision>
  <cp:lastPrinted>2022-05-19T08:54:00Z</cp:lastPrinted>
  <dcterms:created xsi:type="dcterms:W3CDTF">2022-05-19T08:55:00Z</dcterms:created>
  <dcterms:modified xsi:type="dcterms:W3CDTF">2022-05-19T08:55:00Z</dcterms:modified>
</cp:coreProperties>
</file>